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6EEFB70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6D3F">
        <w:rPr>
          <w:rFonts w:ascii="Corbel" w:hAnsi="Corbel"/>
          <w:i/>
          <w:smallCaps/>
          <w:sz w:val="24"/>
          <w:szCs w:val="24"/>
        </w:rPr>
        <w:t>202</w:t>
      </w:r>
      <w:r w:rsidR="005E34E6">
        <w:rPr>
          <w:rFonts w:ascii="Corbel" w:hAnsi="Corbel"/>
          <w:i/>
          <w:smallCaps/>
          <w:sz w:val="24"/>
          <w:szCs w:val="24"/>
        </w:rPr>
        <w:t>1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E86D3F">
        <w:rPr>
          <w:rFonts w:ascii="Corbel" w:hAnsi="Corbel"/>
          <w:i/>
          <w:smallCaps/>
          <w:sz w:val="24"/>
          <w:szCs w:val="24"/>
        </w:rPr>
        <w:t>2</w:t>
      </w:r>
      <w:r w:rsidR="005E34E6">
        <w:rPr>
          <w:rFonts w:ascii="Corbel" w:hAnsi="Corbel"/>
          <w:i/>
          <w:smallCaps/>
          <w:sz w:val="24"/>
          <w:szCs w:val="24"/>
        </w:rPr>
        <w:t>4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2A1C68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6D3F">
        <w:rPr>
          <w:rFonts w:ascii="Corbel" w:hAnsi="Corbel"/>
          <w:sz w:val="20"/>
          <w:szCs w:val="20"/>
        </w:rPr>
        <w:t>202</w:t>
      </w:r>
      <w:r w:rsidR="005E34E6">
        <w:rPr>
          <w:rFonts w:ascii="Corbel" w:hAnsi="Corbel"/>
          <w:sz w:val="20"/>
          <w:szCs w:val="20"/>
        </w:rPr>
        <w:t>1</w:t>
      </w:r>
      <w:r w:rsidR="00E86D3F">
        <w:rPr>
          <w:rFonts w:ascii="Corbel" w:hAnsi="Corbel"/>
          <w:sz w:val="20"/>
          <w:szCs w:val="20"/>
        </w:rPr>
        <w:t>/202</w:t>
      </w:r>
      <w:r w:rsidR="005E34E6">
        <w:rPr>
          <w:rFonts w:ascii="Corbel" w:hAnsi="Corbel"/>
          <w:sz w:val="20"/>
          <w:szCs w:val="20"/>
        </w:rPr>
        <w:t>2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7AFA1863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2238E01A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37119206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1FDA886A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FA677F0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5D9D525" w14:textId="06629B5A" w:rsidR="005E2D52" w:rsidRPr="009C54AE" w:rsidRDefault="005E2D5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654B9E">
              <w:rPr>
                <w:rFonts w:ascii="Corbel" w:hAnsi="Corbel"/>
                <w:sz w:val="24"/>
                <w:szCs w:val="24"/>
              </w:rPr>
              <w:t>e</w:t>
            </w:r>
            <w:r w:rsidRPr="00654B9E">
              <w:rPr>
                <w:rFonts w:ascii="Corbel" w:hAnsi="Corbel"/>
                <w:sz w:val="24"/>
                <w:szCs w:val="24"/>
              </w:rPr>
              <w:t>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54B9E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54B9E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</w:t>
            </w:r>
            <w:r w:rsidRPr="00654B9E">
              <w:rPr>
                <w:rFonts w:ascii="Corbel" w:hAnsi="Corbel"/>
                <w:sz w:val="24"/>
                <w:szCs w:val="24"/>
              </w:rPr>
              <w:t>k</w:t>
            </w:r>
            <w:r w:rsidRPr="00654B9E">
              <w:rPr>
                <w:rFonts w:ascii="Corbel" w:hAnsi="Corbel"/>
                <w:sz w:val="24"/>
                <w:szCs w:val="24"/>
              </w:rPr>
              <w:t>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8635B8B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>w trakcie zajęć, zaliczenie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4BB40B1B" w:rsidR="00DC49AA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21FFC41" w14:textId="0207D9E6" w:rsidR="00DC49AA" w:rsidRPr="009C54AE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433F239E" w:rsidR="0085747A" w:rsidRPr="009C54AE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9CF8AB" w14:textId="2C5B8062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23FCA020" w14:textId="5EE42C18" w:rsidR="00654B9E" w:rsidRPr="00C25BFA" w:rsidRDefault="008E432D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2D97A399" w14:textId="727C8B67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. Wyd. „UNIVERSITAS”, </w:t>
            </w:r>
            <w:r w:rsidR="008E432D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C25BFA">
              <w:rPr>
                <w:rFonts w:ascii="Corbel" w:hAnsi="Corbel"/>
                <w:sz w:val="24"/>
                <w:szCs w:val="24"/>
              </w:rPr>
              <w:t>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D6BF25C" w14:textId="26FA0403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25BFA"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13D7BBB" w14:textId="1CB0FFAD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…</w:t>
            </w:r>
            <w:r w:rsidR="00755B4E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 w:rsidR="00C25BFA"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4EC07346" w14:textId="591F0185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="008E432D"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612C321" w14:textId="46502DB1" w:rsidR="007328D8" w:rsidRPr="00654B9E" w:rsidRDefault="00654B9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M. ,</w:t>
            </w:r>
            <w:r w:rsidR="008E432D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="008E432D">
              <w:rPr>
                <w:rFonts w:ascii="Corbel" w:hAnsi="Corbel"/>
                <w:sz w:val="24"/>
                <w:szCs w:val="24"/>
              </w:rPr>
              <w:t>Wydawnictwo Szko</w:t>
            </w:r>
            <w:r w:rsidR="008E432D">
              <w:rPr>
                <w:rFonts w:ascii="Corbel" w:hAnsi="Corbel"/>
                <w:sz w:val="24"/>
                <w:szCs w:val="24"/>
              </w:rPr>
              <w:t>l</w:t>
            </w:r>
            <w:r w:rsidR="008E432D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8E432D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77EDFCE" w14:textId="3FD84B25" w:rsidR="0018781E" w:rsidRPr="0018781E" w:rsidRDefault="0018781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893BC" w14:textId="77777777" w:rsidR="005A2664" w:rsidRDefault="005A2664" w:rsidP="00C16ABF">
      <w:pPr>
        <w:spacing w:after="0" w:line="240" w:lineRule="auto"/>
      </w:pPr>
      <w:r>
        <w:separator/>
      </w:r>
    </w:p>
  </w:endnote>
  <w:endnote w:type="continuationSeparator" w:id="0">
    <w:p w14:paraId="53888350" w14:textId="77777777" w:rsidR="005A2664" w:rsidRDefault="005A26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6A649" w14:textId="77777777" w:rsidR="005A2664" w:rsidRDefault="005A2664" w:rsidP="00C16ABF">
      <w:pPr>
        <w:spacing w:after="0" w:line="240" w:lineRule="auto"/>
      </w:pPr>
      <w:r>
        <w:separator/>
      </w:r>
    </w:p>
  </w:footnote>
  <w:footnote w:type="continuationSeparator" w:id="0">
    <w:p w14:paraId="7FD7D16D" w14:textId="77777777" w:rsidR="005A2664" w:rsidRDefault="005A2664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92F"/>
    <w:rsid w:val="0018781E"/>
    <w:rsid w:val="00192F37"/>
    <w:rsid w:val="001A5B70"/>
    <w:rsid w:val="001A70D2"/>
    <w:rsid w:val="001D657B"/>
    <w:rsid w:val="001D7B54"/>
    <w:rsid w:val="001E0209"/>
    <w:rsid w:val="001E41B5"/>
    <w:rsid w:val="001F2CA2"/>
    <w:rsid w:val="00210340"/>
    <w:rsid w:val="002144C0"/>
    <w:rsid w:val="0022477D"/>
    <w:rsid w:val="002278A9"/>
    <w:rsid w:val="00232239"/>
    <w:rsid w:val="002336F9"/>
    <w:rsid w:val="0024028F"/>
    <w:rsid w:val="00244ABC"/>
    <w:rsid w:val="00281FF2"/>
    <w:rsid w:val="00284CA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2664"/>
    <w:rsid w:val="005A3196"/>
    <w:rsid w:val="005C080F"/>
    <w:rsid w:val="005C55E5"/>
    <w:rsid w:val="005C696A"/>
    <w:rsid w:val="005E2D52"/>
    <w:rsid w:val="005E34E6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5641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5448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5089"/>
    <w:rsid w:val="00CB1638"/>
    <w:rsid w:val="00CB346B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478EA"/>
    <w:rsid w:val="00E51E44"/>
    <w:rsid w:val="00E574C3"/>
    <w:rsid w:val="00E63348"/>
    <w:rsid w:val="00E63FE4"/>
    <w:rsid w:val="00E72088"/>
    <w:rsid w:val="00E77E88"/>
    <w:rsid w:val="00E8107D"/>
    <w:rsid w:val="00E86D3F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526AF"/>
    <w:rsid w:val="00F617C3"/>
    <w:rsid w:val="00F62AFF"/>
    <w:rsid w:val="00F7066B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EC7D-2B6B-4242-892A-E8C9ABEC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2020-10-13T08:08:00Z</cp:lastPrinted>
  <dcterms:created xsi:type="dcterms:W3CDTF">2019-11-20T16:13:00Z</dcterms:created>
  <dcterms:modified xsi:type="dcterms:W3CDTF">2021-09-24T11:37:00Z</dcterms:modified>
</cp:coreProperties>
</file>